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DA951" w14:textId="264C5E60" w:rsidR="00201AC2" w:rsidRPr="001A40E2" w:rsidRDefault="00FE1D63" w:rsidP="00201AC2">
      <w:pPr>
        <w:spacing w:after="180"/>
        <w:rPr>
          <w:b/>
          <w:sz w:val="44"/>
          <w:szCs w:val="44"/>
        </w:rPr>
      </w:pPr>
      <w:r>
        <w:rPr>
          <w:b/>
          <w:sz w:val="44"/>
          <w:szCs w:val="44"/>
        </w:rPr>
        <w:t>Explaining plasticisers</w:t>
      </w:r>
    </w:p>
    <w:p w14:paraId="0785541B" w14:textId="77777777" w:rsidR="00201AC2" w:rsidRDefault="00201AC2" w:rsidP="00201AC2">
      <w:pPr>
        <w:spacing w:after="180"/>
      </w:pPr>
    </w:p>
    <w:p w14:paraId="20F854D2" w14:textId="7A011BB7" w:rsidR="00201AC2" w:rsidRDefault="00FE1D63" w:rsidP="00201AC2">
      <w:pPr>
        <w:spacing w:after="180"/>
      </w:pPr>
      <w:r>
        <w:t>Two students draw diagrams to explain how plasticisers work.</w:t>
      </w:r>
    </w:p>
    <w:p w14:paraId="470FD712" w14:textId="17912C07" w:rsidR="00023462" w:rsidRDefault="00023462" w:rsidP="00201AC2">
      <w:pPr>
        <w:spacing w:after="180"/>
      </w:pPr>
      <w:r w:rsidRPr="00023462">
        <mc:AlternateContent>
          <mc:Choice Requires="wpg">
            <w:drawing>
              <wp:anchor distT="0" distB="0" distL="114300" distR="114300" simplePos="0" relativeHeight="251659264" behindDoc="0" locked="0" layoutInCell="1" allowOverlap="1" wp14:anchorId="682C4F68" wp14:editId="3752B56D">
                <wp:simplePos x="0" y="0"/>
                <wp:positionH relativeFrom="margin">
                  <wp:align>left</wp:align>
                </wp:positionH>
                <wp:positionV relativeFrom="paragraph">
                  <wp:posOffset>118110</wp:posOffset>
                </wp:positionV>
                <wp:extent cx="5335270" cy="848171"/>
                <wp:effectExtent l="0" t="0" r="0" b="9525"/>
                <wp:wrapNone/>
                <wp:docPr id="2" name="Group 208"/>
                <wp:cNvGraphicFramePr/>
                <a:graphic xmlns:a="http://schemas.openxmlformats.org/drawingml/2006/main">
                  <a:graphicData uri="http://schemas.microsoft.com/office/word/2010/wordprocessingGroup">
                    <wpg:wgp>
                      <wpg:cNvGrpSpPr/>
                      <wpg:grpSpPr>
                        <a:xfrm>
                          <a:off x="0" y="0"/>
                          <a:ext cx="5335270" cy="848171"/>
                          <a:chOff x="0" y="0"/>
                          <a:chExt cx="7954933" cy="1293468"/>
                        </a:xfrm>
                      </wpg:grpSpPr>
                      <pic:pic xmlns:pic="http://schemas.openxmlformats.org/drawingml/2006/picture">
                        <pic:nvPicPr>
                          <pic:cNvPr id="8" name="Picture 8"/>
                          <pic:cNvPicPr>
                            <a:picLocks noChangeAspect="1"/>
                          </pic:cNvPicPr>
                        </pic:nvPicPr>
                        <pic:blipFill>
                          <a:blip r:embed="rId7"/>
                          <a:stretch>
                            <a:fillRect/>
                          </a:stretch>
                        </pic:blipFill>
                        <pic:spPr>
                          <a:xfrm>
                            <a:off x="0" y="46940"/>
                            <a:ext cx="3807387" cy="1199588"/>
                          </a:xfrm>
                          <a:prstGeom prst="rect">
                            <a:avLst/>
                          </a:prstGeom>
                        </pic:spPr>
                      </pic:pic>
                      <pic:pic xmlns:pic="http://schemas.openxmlformats.org/drawingml/2006/picture">
                        <pic:nvPicPr>
                          <pic:cNvPr id="12" name="Picture 12"/>
                          <pic:cNvPicPr>
                            <a:picLocks noChangeAspect="1"/>
                          </pic:cNvPicPr>
                        </pic:nvPicPr>
                        <pic:blipFill>
                          <a:blip r:embed="rId8"/>
                          <a:stretch>
                            <a:fillRect/>
                          </a:stretch>
                        </pic:blipFill>
                        <pic:spPr>
                          <a:xfrm>
                            <a:off x="4131901" y="0"/>
                            <a:ext cx="3823032" cy="129346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1F85073" id="Group 208" o:spid="_x0000_s1026" style="position:absolute;margin-left:0;margin-top:9.3pt;width:420.1pt;height:66.8pt;z-index:251659264;mso-position-horizontal:left;mso-position-horizontal-relative:margin;mso-width-relative:margin;mso-height-relative:margin" coordsize="79549,12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&#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top:469;width:38073;height:119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">
                  <v:imagedata r:id="rId9" o:title=""/>
                </v:shape>
                <v:shape id="Picture 12" o:spid="_x0000_s1028" type="#_x0000_t75" style="position:absolute;left:41319;width:38230;height:12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">
                  <v:imagedata r:id="rId10" o:title=""/>
                </v:shape>
                <w10:wrap anchorx="margin"/>
              </v:group>
            </w:pict>
          </mc:Fallback>
        </mc:AlternateContent>
      </w:r>
    </w:p>
    <w:p w14:paraId="223302C0" w14:textId="1676EC1D" w:rsidR="00023462" w:rsidRDefault="00023462" w:rsidP="00201AC2">
      <w:pPr>
        <w:spacing w:after="180"/>
      </w:pPr>
    </w:p>
    <w:p w14:paraId="270F6B48" w14:textId="130A04E4" w:rsidR="00023462" w:rsidRDefault="00023462" w:rsidP="00201AC2">
      <w:pPr>
        <w:spacing w:after="180"/>
      </w:pPr>
    </w:p>
    <w:p w14:paraId="026A6C4F" w14:textId="7B06E8DE" w:rsidR="00023462" w:rsidRDefault="00023462" w:rsidP="00201AC2">
      <w:pPr>
        <w:spacing w:after="180"/>
      </w:pPr>
    </w:p>
    <w:p w14:paraId="5320776C" w14:textId="41EA60AA" w:rsidR="00023462" w:rsidRDefault="00023462" w:rsidP="00201AC2">
      <w:pPr>
        <w:spacing w:after="180"/>
      </w:pPr>
      <w:r>
        <w:t xml:space="preserve">                     Student A</w:t>
      </w:r>
      <w:r>
        <w:tab/>
      </w:r>
      <w:r>
        <w:tab/>
      </w:r>
      <w:r>
        <w:tab/>
      </w:r>
      <w:r>
        <w:tab/>
      </w:r>
      <w:r>
        <w:tab/>
      </w:r>
      <w:r>
        <w:tab/>
        <w:t>Student B</w:t>
      </w:r>
    </w:p>
    <w:p w14:paraId="21B64A2E" w14:textId="77777777" w:rsidR="00023462" w:rsidRDefault="00023462" w:rsidP="00201AC2">
      <w:pPr>
        <w:spacing w:after="180"/>
      </w:pPr>
    </w:p>
    <w:p w14:paraId="62BD5896" w14:textId="7F491A99" w:rsidR="00201AC2" w:rsidRDefault="00FE1D63" w:rsidP="00FE1D63">
      <w:pPr>
        <w:pStyle w:val="ListParagraph"/>
        <w:numPr>
          <w:ilvl w:val="0"/>
          <w:numId w:val="4"/>
        </w:numPr>
        <w:spacing w:after="180"/>
        <w:contextualSpacing w:val="0"/>
      </w:pPr>
      <w:r>
        <w:t>Look at the diagram drawn by student A.</w:t>
      </w:r>
    </w:p>
    <w:p w14:paraId="7705932D" w14:textId="6C9C5C40" w:rsidR="00FE1D63" w:rsidRDefault="00FE1D63" w:rsidP="00FE1D63">
      <w:pPr>
        <w:pStyle w:val="ListParagraph"/>
        <w:numPr>
          <w:ilvl w:val="1"/>
          <w:numId w:val="4"/>
        </w:numPr>
        <w:spacing w:after="180"/>
        <w:contextualSpacing w:val="0"/>
      </w:pPr>
      <w:r>
        <w:t>What do the blue lines represent?</w:t>
      </w:r>
    </w:p>
    <w:p w14:paraId="4CA8B5D0" w14:textId="3D7BEEEF" w:rsidR="00FE1D63" w:rsidRDefault="00FE1D63" w:rsidP="00FE1D63">
      <w:pPr>
        <w:pStyle w:val="ListParagraph"/>
        <w:numPr>
          <w:ilvl w:val="1"/>
          <w:numId w:val="4"/>
        </w:numPr>
        <w:spacing w:after="180"/>
        <w:contextualSpacing w:val="0"/>
      </w:pPr>
      <w:r>
        <w:t>What do the pink ovals represent?</w:t>
      </w:r>
    </w:p>
    <w:p w14:paraId="568A242F" w14:textId="213F0B1D" w:rsidR="00FE1D63" w:rsidRDefault="00FE1D63" w:rsidP="00FE1D63">
      <w:pPr>
        <w:pStyle w:val="ListParagraph"/>
        <w:numPr>
          <w:ilvl w:val="0"/>
          <w:numId w:val="4"/>
        </w:numPr>
        <w:spacing w:after="180"/>
        <w:contextualSpacing w:val="0"/>
      </w:pPr>
      <w:r>
        <w:t>Look at the diagram drawn by student B.</w:t>
      </w:r>
    </w:p>
    <w:p w14:paraId="0A9A0BFD" w14:textId="1005EF8E" w:rsidR="00FE1D63" w:rsidRDefault="00FE1D63" w:rsidP="00FE1D63">
      <w:pPr>
        <w:pStyle w:val="ListParagraph"/>
        <w:numPr>
          <w:ilvl w:val="1"/>
          <w:numId w:val="4"/>
        </w:numPr>
        <w:spacing w:after="180"/>
        <w:contextualSpacing w:val="0"/>
      </w:pPr>
      <w:r>
        <w:t>What</w:t>
      </w:r>
      <w:r w:rsidR="00023462">
        <w:t xml:space="preserve"> do the dotted lines represent?</w:t>
      </w:r>
    </w:p>
    <w:p w14:paraId="3A6D4D8C" w14:textId="186A4E22" w:rsidR="00FE1D63" w:rsidRDefault="00FE1D63" w:rsidP="00FE1D63">
      <w:pPr>
        <w:pStyle w:val="ListParagraph"/>
        <w:numPr>
          <w:ilvl w:val="1"/>
          <w:numId w:val="4"/>
        </w:numPr>
        <w:spacing w:after="180"/>
        <w:contextualSpacing w:val="0"/>
      </w:pPr>
      <w:r>
        <w:t>What</w:t>
      </w:r>
      <w:r w:rsidR="00023462">
        <w:t xml:space="preserve"> do the orange circles represent?</w:t>
      </w:r>
    </w:p>
    <w:p w14:paraId="4144359C" w14:textId="53AEE06E" w:rsidR="00023462" w:rsidRDefault="00023462" w:rsidP="00FE1D63">
      <w:pPr>
        <w:pStyle w:val="ListParagraph"/>
        <w:numPr>
          <w:ilvl w:val="1"/>
          <w:numId w:val="4"/>
        </w:numPr>
        <w:spacing w:after="180"/>
        <w:contextualSpacing w:val="0"/>
      </w:pPr>
      <w:r>
        <w:t>What do the red lines represent?</w:t>
      </w:r>
    </w:p>
    <w:p w14:paraId="057C24AB" w14:textId="346D6E02" w:rsidR="00FE1D63" w:rsidRDefault="00FE1D63" w:rsidP="00FE1D63">
      <w:pPr>
        <w:pStyle w:val="ListParagraph"/>
        <w:numPr>
          <w:ilvl w:val="0"/>
          <w:numId w:val="4"/>
        </w:numPr>
        <w:spacing w:after="180"/>
        <w:contextualSpacing w:val="0"/>
      </w:pPr>
      <w:r>
        <w:t>Which diagram do you think helps to explain better why a plasticiser makes PVC polymer flexible? Explain you answer.</w:t>
      </w:r>
    </w:p>
    <w:p w14:paraId="14FC4D75" w14:textId="77777777" w:rsidR="002F41B2" w:rsidRDefault="002F41B2" w:rsidP="002F41B2">
      <w:pPr>
        <w:spacing w:after="180"/>
      </w:pPr>
    </w:p>
    <w:p w14:paraId="47C0F771" w14:textId="77777777" w:rsidR="00201AC2" w:rsidRPr="00201AC2" w:rsidRDefault="00201AC2" w:rsidP="006F3279">
      <w:pPr>
        <w:spacing w:after="240"/>
        <w:rPr>
          <w:szCs w:val="18"/>
        </w:rPr>
      </w:pPr>
    </w:p>
    <w:p w14:paraId="50E18E9B" w14:textId="77777777" w:rsidR="00201AC2" w:rsidRPr="00201AC2" w:rsidRDefault="00201AC2" w:rsidP="006F3279">
      <w:pPr>
        <w:spacing w:after="240"/>
        <w:rPr>
          <w:szCs w:val="18"/>
        </w:rPr>
      </w:pPr>
    </w:p>
    <w:p w14:paraId="7828A101"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350FF4FC" w14:textId="77777777" w:rsidR="00FE1D63" w:rsidRPr="006F3279" w:rsidRDefault="00FE1D63" w:rsidP="00FE1D63">
      <w:pPr>
        <w:spacing w:after="240"/>
        <w:rPr>
          <w:i/>
          <w:sz w:val="18"/>
          <w:szCs w:val="18"/>
        </w:rPr>
      </w:pPr>
      <w:bookmarkStart w:id="0" w:name="_Hlk44064892"/>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6DA059A" w14:textId="77777777" w:rsidTr="001C2E59">
        <w:tc>
          <w:tcPr>
            <w:tcW w:w="12021" w:type="dxa"/>
            <w:shd w:val="clear" w:color="auto" w:fill="FABF8F" w:themeFill="accent6" w:themeFillTint="99"/>
          </w:tcPr>
          <w:bookmarkEnd w:id="0"/>
          <w:p w14:paraId="562BBC0C"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30D7F99" w14:textId="77777777" w:rsidTr="001C2E59">
        <w:tc>
          <w:tcPr>
            <w:tcW w:w="12021" w:type="dxa"/>
            <w:shd w:val="clear" w:color="auto" w:fill="FBD4B4" w:themeFill="accent6" w:themeFillTint="66"/>
          </w:tcPr>
          <w:p w14:paraId="5515DEB4" w14:textId="25BE071B" w:rsidR="006F3279" w:rsidRPr="00CA4B46" w:rsidRDefault="00FE1D63" w:rsidP="006F3279">
            <w:pPr>
              <w:spacing w:after="60"/>
              <w:ind w:left="1304"/>
              <w:rPr>
                <w:b/>
                <w:sz w:val="40"/>
                <w:szCs w:val="40"/>
              </w:rPr>
            </w:pPr>
            <w:r>
              <w:rPr>
                <w:b/>
                <w:sz w:val="40"/>
                <w:szCs w:val="40"/>
              </w:rPr>
              <w:t>Explaining plasticisers</w:t>
            </w:r>
          </w:p>
        </w:tc>
      </w:tr>
    </w:tbl>
    <w:p w14:paraId="77E4F31C" w14:textId="77777777" w:rsidR="006F3279" w:rsidRDefault="006F3279" w:rsidP="00E172C6">
      <w:pPr>
        <w:spacing w:after="180"/>
        <w:rPr>
          <w:b/>
        </w:rPr>
      </w:pPr>
    </w:p>
    <w:p w14:paraId="254F73E8"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1D778F9B" w14:textId="77777777" w:rsidTr="003F16F9">
        <w:trPr>
          <w:trHeight w:val="340"/>
        </w:trPr>
        <w:tc>
          <w:tcPr>
            <w:tcW w:w="2196" w:type="dxa"/>
          </w:tcPr>
          <w:p w14:paraId="741E5322" w14:textId="77777777" w:rsidR="006A320F" w:rsidRDefault="006A320F" w:rsidP="006A320F">
            <w:pPr>
              <w:spacing w:before="60" w:after="60"/>
            </w:pPr>
            <w:r>
              <w:t>Learning objective:</w:t>
            </w:r>
          </w:p>
        </w:tc>
        <w:tc>
          <w:tcPr>
            <w:tcW w:w="6820" w:type="dxa"/>
          </w:tcPr>
          <w:p w14:paraId="4A6846F9" w14:textId="62BB95C1" w:rsidR="006A320F" w:rsidRDefault="00FE1D63" w:rsidP="006A320F">
            <w:pPr>
              <w:spacing w:before="60" w:after="60"/>
            </w:pPr>
            <w:r w:rsidRPr="00664C5A">
              <w:t>Materials scientists can design polymers with specific properties.</w:t>
            </w:r>
          </w:p>
        </w:tc>
      </w:tr>
      <w:tr w:rsidR="006A320F" w14:paraId="708E3D90" w14:textId="77777777" w:rsidTr="003F16F9">
        <w:trPr>
          <w:trHeight w:val="340"/>
        </w:trPr>
        <w:tc>
          <w:tcPr>
            <w:tcW w:w="2196" w:type="dxa"/>
          </w:tcPr>
          <w:p w14:paraId="0ECCFC49" w14:textId="77777777" w:rsidR="006A320F" w:rsidRDefault="006A320F" w:rsidP="006A320F">
            <w:pPr>
              <w:spacing w:before="60" w:after="60"/>
            </w:pPr>
            <w:r>
              <w:t>Observable learning outcome:</w:t>
            </w:r>
          </w:p>
        </w:tc>
        <w:tc>
          <w:tcPr>
            <w:tcW w:w="6820" w:type="dxa"/>
          </w:tcPr>
          <w:p w14:paraId="68F7413A" w14:textId="77574BBC" w:rsidR="006A320F" w:rsidRPr="00A50C9C" w:rsidRDefault="00FE1D63" w:rsidP="006A320F">
            <w:pPr>
              <w:spacing w:before="60" w:after="60"/>
              <w:rPr>
                <w:b/>
              </w:rPr>
            </w:pPr>
            <w:r>
              <w:t>Explain how the addition of plasticisers between molecules can make a polymer softer and more flexible.</w:t>
            </w:r>
          </w:p>
        </w:tc>
      </w:tr>
      <w:tr w:rsidR="006A320F" w14:paraId="225675A0" w14:textId="77777777" w:rsidTr="003F16F9">
        <w:trPr>
          <w:trHeight w:val="340"/>
        </w:trPr>
        <w:tc>
          <w:tcPr>
            <w:tcW w:w="2196" w:type="dxa"/>
          </w:tcPr>
          <w:p w14:paraId="1BDCA1F2" w14:textId="77777777" w:rsidR="006A320F" w:rsidRDefault="00E03772" w:rsidP="006A320F">
            <w:pPr>
              <w:spacing w:before="60" w:after="60"/>
            </w:pPr>
            <w:r>
              <w:t>Activity</w:t>
            </w:r>
            <w:r w:rsidR="006A320F">
              <w:t xml:space="preserve"> type:</w:t>
            </w:r>
          </w:p>
        </w:tc>
        <w:tc>
          <w:tcPr>
            <w:tcW w:w="6820" w:type="dxa"/>
          </w:tcPr>
          <w:p w14:paraId="7A3D724A" w14:textId="6EFFF5D8" w:rsidR="006A320F" w:rsidRDefault="00FE1D63" w:rsidP="006A320F">
            <w:pPr>
              <w:spacing w:before="60" w:after="60"/>
            </w:pPr>
            <w:r>
              <w:t>critiquing a representation</w:t>
            </w:r>
          </w:p>
        </w:tc>
      </w:tr>
      <w:tr w:rsidR="006A320F" w14:paraId="67C9D5C9" w14:textId="77777777" w:rsidTr="003F16F9">
        <w:trPr>
          <w:trHeight w:val="340"/>
        </w:trPr>
        <w:tc>
          <w:tcPr>
            <w:tcW w:w="2196" w:type="dxa"/>
          </w:tcPr>
          <w:p w14:paraId="69EB2E99" w14:textId="77777777" w:rsidR="006A320F" w:rsidRDefault="006A320F" w:rsidP="006A320F">
            <w:pPr>
              <w:spacing w:before="60" w:after="60"/>
            </w:pPr>
            <w:r>
              <w:t>Key words:</w:t>
            </w:r>
          </w:p>
        </w:tc>
        <w:tc>
          <w:tcPr>
            <w:tcW w:w="6820" w:type="dxa"/>
            <w:tcBorders>
              <w:bottom w:val="dotted" w:sz="4" w:space="0" w:color="auto"/>
            </w:tcBorders>
          </w:tcPr>
          <w:p w14:paraId="7E679B9D" w14:textId="12096C34" w:rsidR="006A320F" w:rsidRDefault="00FE1D63" w:rsidP="006A320F">
            <w:pPr>
              <w:spacing w:before="60" w:after="60"/>
            </w:pPr>
            <w:r>
              <w:t>polymer, plasticiser</w:t>
            </w:r>
          </w:p>
        </w:tc>
      </w:tr>
    </w:tbl>
    <w:p w14:paraId="451B74AF" w14:textId="77777777" w:rsidR="00E172C6" w:rsidRDefault="00E172C6" w:rsidP="00E172C6">
      <w:pPr>
        <w:spacing w:after="180"/>
      </w:pPr>
    </w:p>
    <w:p w14:paraId="4958304B" w14:textId="10BFA942" w:rsidR="006A320F" w:rsidRDefault="006A320F" w:rsidP="006A320F">
      <w:pPr>
        <w:spacing w:after="180"/>
      </w:pPr>
      <w:r>
        <w:t>This activity can help develop students’ understanding by addressing the sticking-points revealed by the following diagnostic question</w:t>
      </w:r>
      <w:r w:rsidRPr="006E0400">
        <w:t>:</w:t>
      </w:r>
    </w:p>
    <w:p w14:paraId="57419B77" w14:textId="04789EF0" w:rsidR="00456227" w:rsidRPr="00A6111E" w:rsidRDefault="00FE1D63" w:rsidP="00456227">
      <w:pPr>
        <w:pStyle w:val="ListParagraph"/>
        <w:numPr>
          <w:ilvl w:val="0"/>
          <w:numId w:val="1"/>
        </w:numPr>
        <w:spacing w:after="180"/>
      </w:pPr>
      <w:r>
        <w:t>PVC</w:t>
      </w:r>
    </w:p>
    <w:p w14:paraId="3D3F01D4" w14:textId="77777777" w:rsidR="00F72ECC" w:rsidRDefault="00F72ECC" w:rsidP="00F72ECC"/>
    <w:p w14:paraId="3535F45D"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4520AB8" w14:textId="77777777" w:rsidR="00FE1D63" w:rsidRDefault="00FE1D63" w:rsidP="00FE1D63">
      <w:pPr>
        <w:spacing w:after="180"/>
      </w:pPr>
      <w:r>
        <w:t xml:space="preserve">One research paper </w:t>
      </w:r>
      <w:r>
        <w:fldChar w:fldCharType="begin"/>
      </w:r>
      <w:r>
        <w:instrText xml:space="preserve"> ADDIN EN.CITE &lt;EndNote&gt;&lt;Cite&gt;&lt;Author&gt;Cooper&lt;/Author&gt;&lt;Year&gt;2012&lt;/Year&gt;&lt;IDText&gt;Development and assessment of molecular structure and properties learning progression&lt;/IDText&gt;&lt;DisplayText&gt;(Cooper et al., 2012)&lt;/DisplayText&gt;&lt;record&gt;&lt;titles&gt;&lt;title&gt;Development and assessment of molecular structure and properties learning progression&lt;/title&gt;&lt;secondary-title&gt;Journal of Chemical Education&lt;/secondary-title&gt;&lt;/titles&gt;&lt;pages&gt;1351-1357&lt;/pages&gt;&lt;number&gt;11&lt;/number&gt;&lt;contributors&gt;&lt;authors&gt;&lt;author&gt;Cooper, Melanie M.&lt;/author&gt;&lt;author&gt;Underwood, Sonia M.&lt;/author&gt;&lt;author&gt;Hilley, Caleb Z.&lt;/author&gt;&lt;author&gt;Klymkowsky, Michael W.&lt;/author&gt;&lt;/authors&gt;&lt;/contributors&gt;&lt;added-date format="utc"&gt;1593178775&lt;/added-date&gt;&lt;ref-type name="Journal Article"&gt;17&lt;/ref-type&gt;&lt;dates&gt;&lt;year&gt;2012&lt;/year&gt;&lt;/dates&gt;&lt;rec-number&gt;119&lt;/rec-number&gt;&lt;last-updated-date format="utc"&gt;1593179007&lt;/last-updated-date&gt;&lt;volume&gt;89&lt;/volume&gt;&lt;/record&gt;&lt;/Cite&gt;&lt;/EndNote&gt;</w:instrText>
      </w:r>
      <w:r>
        <w:fldChar w:fldCharType="separate"/>
      </w:r>
      <w:r>
        <w:rPr>
          <w:noProof/>
        </w:rPr>
        <w:t>(Cooper et al., 2012)</w:t>
      </w:r>
      <w:r>
        <w:fldChar w:fldCharType="end"/>
      </w:r>
      <w:r>
        <w:t xml:space="preserve"> emphasises the importance of the idea that a substance’s molecular structure determines its macroscopic properties</w:t>
      </w:r>
    </w:p>
    <w:p w14:paraId="1A7214AE" w14:textId="69BE8750" w:rsidR="00FE1D63" w:rsidRDefault="00FE1D63" w:rsidP="00FE1D63">
      <w:pPr>
        <w:spacing w:after="180"/>
      </w:pPr>
      <w:r>
        <w:t xml:space="preserve">Research </w:t>
      </w:r>
      <w:r>
        <w:fldChar w:fldCharType="begin"/>
      </w:r>
      <w:r>
        <w:instrText xml:space="preserve"> ADDIN EN.CITE &lt;EndNote&gt;&lt;Cite&gt;&lt;Author&gt;Cooper&lt;/Author&gt;&lt;Year&gt;2015&lt;/Year&gt;&lt;IDText&gt;Student understanding of intermolecular forces: A multimodal study&lt;/IDText&gt;&lt;DisplayText&gt;(Cooper, Williams and Underwood, 2015)&lt;/DisplayText&gt;&lt;record&gt;&lt;titles&gt;&lt;title&gt;Student understanding of intermolecular forces: A multimodal study&lt;/title&gt;&lt;secondary-title&gt;Journal of Chemical Education&lt;/secondary-title&gt;&lt;/titles&gt;&lt;pages&gt;1288-1298&lt;/pages&gt;&lt;contributors&gt;&lt;authors&gt;&lt;author&gt;Cooper, Melanie M.&lt;/author&gt;&lt;author&gt;Williams, Leah C.&lt;/author&gt;&lt;author&gt;Underwood, Sonia M.&lt;/author&gt;&lt;/authors&gt;&lt;/contributors&gt;&lt;added-date format="utc"&gt;1593078770&lt;/added-date&gt;&lt;ref-type name="Journal Article"&gt;17&lt;/ref-type&gt;&lt;dates&gt;&lt;year&gt;2015&lt;/year&gt;&lt;/dates&gt;&lt;rec-number&gt;117&lt;/rec-number&gt;&lt;last-updated-date format="utc"&gt;1593078838&lt;/last-updated-date&gt;&lt;volume&gt;92&lt;/volume&gt;&lt;/record&gt;&lt;/Cite&gt;&lt;/EndNote&gt;</w:instrText>
      </w:r>
      <w:r>
        <w:fldChar w:fldCharType="separate"/>
      </w:r>
      <w:r>
        <w:rPr>
          <w:noProof/>
        </w:rPr>
        <w:t>(Cooper, Williams and Underwood, 2015)</w:t>
      </w:r>
      <w:r>
        <w:fldChar w:fldCharType="end"/>
      </w:r>
      <w:r>
        <w:t xml:space="preserve"> </w:t>
      </w:r>
      <w:r w:rsidR="004253C4">
        <w:t xml:space="preserve">cites research that </w:t>
      </w:r>
      <w:r>
        <w:t xml:space="preserve">found that around a quarter of grade 12 (US) students taking part on the study indicated that intermolecular forces occurred within molecules. </w:t>
      </w:r>
      <w:bookmarkStart w:id="1" w:name="_Hlk44077898"/>
      <w:r w:rsidR="004253C4">
        <w:t>The authors found in their own student that when</w:t>
      </w:r>
      <w:r>
        <w:t xml:space="preserve"> asked to draw the location of intermolecular forces some students drew just one molecule.</w:t>
      </w:r>
    </w:p>
    <w:bookmarkEnd w:id="1"/>
    <w:p w14:paraId="259016E7" w14:textId="77777777" w:rsidR="00FE1D63" w:rsidRDefault="00FE1D63" w:rsidP="00FE1D63">
      <w:pPr>
        <w:spacing w:after="180"/>
      </w:pPr>
      <w:r>
        <w:t>This question introduces students, at an early stage, to thinking about how a change in the structure of a polymer (by the addition of plasticisers) will affect its properties.</w:t>
      </w:r>
    </w:p>
    <w:p w14:paraId="140B9DC2" w14:textId="0AD38B6A" w:rsidR="007A748B"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2A7BD5A" w14:textId="77777777" w:rsidR="007569EA" w:rsidRDefault="007569EA" w:rsidP="007569EA">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1817F6B2" w14:textId="77777777" w:rsidR="007569EA" w:rsidRDefault="007569EA" w:rsidP="007569EA">
      <w:r>
        <w:t xml:space="preserve">Philosophically science can be said to be a description of the ‘best model’ we have for the world.  In this activity students should identify ways in which this </w:t>
      </w:r>
      <w:proofErr w:type="gramStart"/>
      <w:r>
        <w:t>particular model</w:t>
      </w:r>
      <w:proofErr w:type="gramEnd"/>
      <w:r>
        <w:t xml:space="preserve"> is a good representation of the real world, and ways in which it is not.  </w:t>
      </w:r>
    </w:p>
    <w:p w14:paraId="6A5FCBB3" w14:textId="77777777" w:rsidR="007569EA" w:rsidRDefault="007569EA" w:rsidP="007569EA">
      <w:pPr>
        <w:spacing w:after="180"/>
      </w:pPr>
      <w:r>
        <w:t xml:space="preserve">Students should work together to follow the instructions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7338C727" w14:textId="77777777" w:rsidR="007569EA" w:rsidRPr="00E7124B" w:rsidRDefault="007569EA" w:rsidP="007569EA">
      <w:pPr>
        <w:rPr>
          <w:i/>
        </w:rPr>
      </w:pPr>
      <w:r w:rsidRPr="00E7124B">
        <w:rPr>
          <w:i/>
        </w:rPr>
        <w:t>Differentiation</w:t>
      </w:r>
    </w:p>
    <w:p w14:paraId="643D0B9E" w14:textId="644758B0" w:rsidR="007569EA" w:rsidRDefault="007569EA" w:rsidP="007569EA">
      <w:r>
        <w:t>You may choose to use simplified worksheets for some students, for example with gaps to fill in so they can focus on the science.  In some situations, it may be more appropriate for a teaching assistant to read and/or scribe for one or two students.</w:t>
      </w:r>
    </w:p>
    <w:p w14:paraId="14F38E55" w14:textId="77777777" w:rsidR="007569EA" w:rsidRDefault="007569EA" w:rsidP="007569EA"/>
    <w:p w14:paraId="7098114F" w14:textId="77777777" w:rsidR="007569EA" w:rsidRPr="001C2E59" w:rsidRDefault="007569EA" w:rsidP="00026DEC">
      <w:pPr>
        <w:spacing w:after="180"/>
        <w:rPr>
          <w:b/>
          <w:color w:val="E36C0A" w:themeColor="accent6" w:themeShade="BF"/>
          <w:sz w:val="24"/>
        </w:rPr>
      </w:pPr>
    </w:p>
    <w:p w14:paraId="29E6373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7A95AAF" w14:textId="77777777" w:rsidR="007569EA" w:rsidRDefault="007569EA" w:rsidP="007569EA">
      <w:pPr>
        <w:spacing w:after="180"/>
        <w:rPr>
          <w:highlight w:val="yellow"/>
        </w:rPr>
      </w:pPr>
      <w:r>
        <w:rPr>
          <w:highlight w:val="yellow"/>
        </w:rPr>
        <w:t xml:space="preserve">1 </w:t>
      </w:r>
      <w:proofErr w:type="spellStart"/>
      <w:r>
        <w:rPr>
          <w:highlight w:val="yellow"/>
        </w:rPr>
        <w:t>a</w:t>
      </w:r>
      <w:proofErr w:type="spellEnd"/>
      <w:r>
        <w:rPr>
          <w:highlight w:val="yellow"/>
        </w:rPr>
        <w:t xml:space="preserve"> </w:t>
      </w:r>
      <w:proofErr w:type="gramStart"/>
      <w:r>
        <w:rPr>
          <w:highlight w:val="yellow"/>
        </w:rPr>
        <w:t>The</w:t>
      </w:r>
      <w:proofErr w:type="gramEnd"/>
      <w:r>
        <w:rPr>
          <w:highlight w:val="yellow"/>
        </w:rPr>
        <w:t xml:space="preserve"> blue lines represent the polymer molecules.</w:t>
      </w:r>
    </w:p>
    <w:p w14:paraId="3708F585" w14:textId="77777777" w:rsidR="007569EA" w:rsidRDefault="007569EA" w:rsidP="007569EA">
      <w:pPr>
        <w:spacing w:after="180"/>
        <w:rPr>
          <w:highlight w:val="yellow"/>
        </w:rPr>
      </w:pPr>
      <w:r>
        <w:rPr>
          <w:highlight w:val="yellow"/>
        </w:rPr>
        <w:t>B The pink lines represent the plasticiser.</w:t>
      </w:r>
    </w:p>
    <w:p w14:paraId="6DBFB23A" w14:textId="77777777" w:rsidR="007569EA" w:rsidRDefault="007569EA" w:rsidP="007569EA">
      <w:pPr>
        <w:spacing w:after="180"/>
        <w:rPr>
          <w:highlight w:val="yellow"/>
        </w:rPr>
      </w:pPr>
      <w:r>
        <w:rPr>
          <w:highlight w:val="yellow"/>
        </w:rPr>
        <w:t>2a</w:t>
      </w:r>
    </w:p>
    <w:p w14:paraId="6E253CC6" w14:textId="77777777" w:rsidR="007569EA" w:rsidRDefault="007569EA" w:rsidP="007569EA">
      <w:pPr>
        <w:spacing w:after="180"/>
        <w:rPr>
          <w:highlight w:val="yellow"/>
        </w:rPr>
      </w:pPr>
      <w:r>
        <w:rPr>
          <w:highlight w:val="yellow"/>
        </w:rPr>
        <w:t>b</w:t>
      </w:r>
    </w:p>
    <w:p w14:paraId="259972BD" w14:textId="77777777" w:rsidR="007569EA" w:rsidRPr="006A320F" w:rsidRDefault="007569EA" w:rsidP="007569EA">
      <w:pPr>
        <w:spacing w:after="180"/>
        <w:rPr>
          <w:highlight w:val="yellow"/>
        </w:rPr>
      </w:pPr>
      <w:r>
        <w:rPr>
          <w:highlight w:val="yellow"/>
        </w:rPr>
        <w:t>3 The diagram by student B is a better representation because it shows that there are forces between the molecules.</w:t>
      </w:r>
    </w:p>
    <w:p w14:paraId="0451ED14"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600C9CB" w14:textId="13DDE93A" w:rsidR="00D278E8" w:rsidRDefault="00D278E8" w:rsidP="00E172C6">
      <w:pPr>
        <w:spacing w:after="180"/>
      </w:pPr>
      <w:r>
        <w:t xml:space="preserve">Developed </w:t>
      </w:r>
      <w:r w:rsidR="0015356E">
        <w:t xml:space="preserve">by </w:t>
      </w:r>
      <w:r w:rsidR="00FE1D63">
        <w:t>Helen Harden</w:t>
      </w:r>
      <w:r w:rsidR="0015356E">
        <w:t xml:space="preserve"> (UYSEG)</w:t>
      </w:r>
    </w:p>
    <w:p w14:paraId="774A4D0E" w14:textId="44EB774F" w:rsidR="00CC78A5" w:rsidRDefault="00D278E8" w:rsidP="00E172C6">
      <w:pPr>
        <w:spacing w:after="180"/>
      </w:pPr>
      <w:r w:rsidRPr="0045323E">
        <w:t xml:space="preserve">Images: </w:t>
      </w:r>
      <w:r w:rsidR="00FE1D63">
        <w:t>Peter Fairhurst (UYSEG)</w:t>
      </w:r>
    </w:p>
    <w:p w14:paraId="0B396C9D" w14:textId="20224D5A" w:rsidR="00FE1D63" w:rsidRPr="007569EA" w:rsidRDefault="008D7667" w:rsidP="00026DEC">
      <w:pPr>
        <w:spacing w:after="180"/>
        <w:rPr>
          <w:b/>
          <w:color w:val="E36C0A" w:themeColor="accent6" w:themeShade="BF"/>
          <w:sz w:val="24"/>
        </w:rPr>
      </w:pPr>
      <w:r>
        <w:rPr>
          <w:b/>
          <w:color w:val="E36C0A" w:themeColor="accent6" w:themeShade="BF"/>
          <w:sz w:val="24"/>
        </w:rPr>
        <w:t>References</w:t>
      </w:r>
    </w:p>
    <w:p w14:paraId="59A88017" w14:textId="77777777" w:rsidR="00FE1D63" w:rsidRPr="00FE1D63" w:rsidRDefault="00FE1D63" w:rsidP="00FE1D63">
      <w:pPr>
        <w:pStyle w:val="EndNoteBibliography"/>
      </w:pPr>
      <w:r>
        <w:fldChar w:fldCharType="begin"/>
      </w:r>
      <w:r>
        <w:instrText xml:space="preserve"> ADDIN EN.REFLIST </w:instrText>
      </w:r>
      <w:r>
        <w:fldChar w:fldCharType="separate"/>
      </w:r>
      <w:r w:rsidRPr="00FE1D63">
        <w:t xml:space="preserve">Cooper, M. M., et al. (2012). Development and assessment of molecular structure and properties learning progression. </w:t>
      </w:r>
      <w:r w:rsidRPr="00FE1D63">
        <w:rPr>
          <w:i/>
        </w:rPr>
        <w:t>Journal of Chemical Education,</w:t>
      </w:r>
      <w:r w:rsidRPr="00FE1D63">
        <w:t xml:space="preserve"> 89(11)</w:t>
      </w:r>
      <w:r w:rsidRPr="00FE1D63">
        <w:rPr>
          <w:b/>
        </w:rPr>
        <w:t>,</w:t>
      </w:r>
      <w:r w:rsidRPr="00FE1D63">
        <w:t xml:space="preserve"> 1351-1357.</w:t>
      </w:r>
    </w:p>
    <w:p w14:paraId="4568DDDF" w14:textId="77777777" w:rsidR="00FE1D63" w:rsidRPr="00FE1D63" w:rsidRDefault="00FE1D63" w:rsidP="00FE1D63">
      <w:pPr>
        <w:pStyle w:val="EndNoteBibliography"/>
      </w:pPr>
      <w:r w:rsidRPr="00FE1D63">
        <w:t xml:space="preserve">Cooper, M. M., Williams, L. C. and Underwood, S. M. (2015). Student understanding of intermolecular forces: A multimodal study. </w:t>
      </w:r>
      <w:r w:rsidRPr="00FE1D63">
        <w:rPr>
          <w:i/>
        </w:rPr>
        <w:t>Journal of Chemical Education,</w:t>
      </w:r>
      <w:r w:rsidRPr="00FE1D63">
        <w:t xml:space="preserve"> 92</w:t>
      </w:r>
      <w:r w:rsidRPr="00FE1D63">
        <w:rPr>
          <w:b/>
        </w:rPr>
        <w:t>,</w:t>
      </w:r>
      <w:r w:rsidRPr="00FE1D63">
        <w:t xml:space="preserve"> 1288-1298.</w:t>
      </w:r>
    </w:p>
    <w:p w14:paraId="2337811E" w14:textId="28F4763D" w:rsidR="005E1205" w:rsidRPr="005E1205" w:rsidRDefault="00FE1D63"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832A2" w14:textId="77777777" w:rsidR="006E3186" w:rsidRDefault="006E3186" w:rsidP="000B473B">
      <w:r>
        <w:separator/>
      </w:r>
    </w:p>
  </w:endnote>
  <w:endnote w:type="continuationSeparator" w:id="0">
    <w:p w14:paraId="0FE8925A" w14:textId="77777777" w:rsidR="006E3186" w:rsidRDefault="006E318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6E200" w14:textId="541846FC"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C5E9A1D" wp14:editId="744B1A2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4C7C5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FE1D63">
      <w:rPr>
        <w:sz w:val="16"/>
        <w:szCs w:val="16"/>
      </w:rPr>
      <w:t>The Horners’ Company Charity.</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6A78F4F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3D5A6ED7"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10B18" w14:textId="77777777" w:rsidR="006E3186" w:rsidRDefault="006E3186" w:rsidP="000B473B">
      <w:r>
        <w:separator/>
      </w:r>
    </w:p>
  </w:footnote>
  <w:footnote w:type="continuationSeparator" w:id="0">
    <w:p w14:paraId="11F6869E" w14:textId="77777777" w:rsidR="006E3186" w:rsidRDefault="006E318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BCAC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0ABCA90" wp14:editId="2986A8E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E09FD9C" wp14:editId="505307C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1FD7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7A9D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0385A24" wp14:editId="0CE6BB4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AAB15A5" wp14:editId="606A190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7412C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FC27EF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47FAF"/>
    <w:rsid w:val="00015578"/>
    <w:rsid w:val="00023462"/>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253C4"/>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E3186"/>
    <w:rsid w:val="006F3279"/>
    <w:rsid w:val="00704AEE"/>
    <w:rsid w:val="00722F9A"/>
    <w:rsid w:val="00754539"/>
    <w:rsid w:val="007569EA"/>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47FAF"/>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348C"/>
    <w:rsid w:val="00E172C6"/>
    <w:rsid w:val="00E24309"/>
    <w:rsid w:val="00E53D82"/>
    <w:rsid w:val="00E9330A"/>
    <w:rsid w:val="00EE6B97"/>
    <w:rsid w:val="00F1017A"/>
    <w:rsid w:val="00F12C3B"/>
    <w:rsid w:val="00F26884"/>
    <w:rsid w:val="00F72ECC"/>
    <w:rsid w:val="00F8355F"/>
    <w:rsid w:val="00FA3196"/>
    <w:rsid w:val="00FC5F74"/>
    <w:rsid w:val="00FE1D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9CD22"/>
  <w15:docId w15:val="{05FD5AFA-A78A-47A4-BF30-018B31EF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E1D6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1D63"/>
    <w:rPr>
      <w:rFonts w:ascii="Calibri" w:hAnsi="Calibri" w:cs="Calibri"/>
      <w:noProof/>
      <w:lang w:val="en-US"/>
    </w:rPr>
  </w:style>
  <w:style w:type="paragraph" w:customStyle="1" w:styleId="EndNoteBibliography">
    <w:name w:val="EndNote Bibliography"/>
    <w:basedOn w:val="Normal"/>
    <w:link w:val="EndNoteBibliographyChar"/>
    <w:rsid w:val="00FE1D63"/>
    <w:rPr>
      <w:rFonts w:ascii="Calibri" w:hAnsi="Calibri" w:cs="Calibri"/>
      <w:noProof/>
      <w:lang w:val="en-US"/>
    </w:rPr>
  </w:style>
  <w:style w:type="character" w:customStyle="1" w:styleId="EndNoteBibliographyChar">
    <w:name w:val="EndNote Bibliography Char"/>
    <w:basedOn w:val="DefaultParagraphFont"/>
    <w:link w:val="EndNoteBibliography"/>
    <w:rsid w:val="00FE1D6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13</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2020-06-26T13:55:00Z</dcterms:created>
  <dcterms:modified xsi:type="dcterms:W3CDTF">2020-06-26T16:47:00Z</dcterms:modified>
</cp:coreProperties>
</file>